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BB" w:rsidRPr="00FB00FA" w:rsidRDefault="009D6DBB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DBB" w:rsidRPr="00533862" w:rsidRDefault="009D6DBB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9D6DBB" w:rsidRPr="00106F15" w:rsidRDefault="009D6DBB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9D6DBB" w:rsidRPr="00106F15" w:rsidRDefault="009D6DBB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9D6DBB" w:rsidRPr="00106F15" w:rsidRDefault="009D6DBB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9D6DBB" w:rsidRPr="00533862" w:rsidRDefault="009D6DBB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9D6DBB" w:rsidRPr="00106F15" w:rsidRDefault="009D6DBB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9D6DBB" w:rsidRPr="00106F15" w:rsidRDefault="009D6DBB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9D6DBB" w:rsidRPr="00106F15" w:rsidRDefault="009D6DBB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331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9D6DBB" w:rsidRPr="005A03FA" w:rsidTr="000C7CFC">
        <w:trPr>
          <w:jc w:val="center"/>
        </w:trPr>
        <w:tc>
          <w:tcPr>
            <w:tcW w:w="1063" w:type="dxa"/>
          </w:tcPr>
          <w:p w:rsidR="009D6DBB" w:rsidRPr="005A03FA" w:rsidRDefault="009D6DBB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9D6DBB" w:rsidRPr="005A03FA" w:rsidRDefault="009D6DB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Manoel Teixeira Neto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9D6DBB" w:rsidRPr="00691CF5" w:rsidRDefault="009D6DBB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DBB" w:rsidRDefault="009D6DB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ao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Manoel Teixeira Neto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Casa de Convivência Viva Vida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9D6DBB" w:rsidRPr="00BF791A" w:rsidRDefault="009D6DB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9D6DBB" w:rsidRDefault="009D6DB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9D6DBB" w:rsidRDefault="009D6DB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9D6DBB" w:rsidRDefault="009D6DB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DBB" w:rsidRDefault="009D6DB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DBB" w:rsidRDefault="009D6DB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6DBB" w:rsidRPr="00A34F2C" w:rsidRDefault="009D6DB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D6DBB" w:rsidRDefault="009D6DB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9D6DBB" w:rsidRDefault="009D6DB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D6DBB" w:rsidRDefault="009D6DBB" w:rsidP="00E05DD5">
      <w:pPr>
        <w:jc w:val="center"/>
        <w:rPr>
          <w:rFonts w:ascii="Arial" w:hAnsi="Arial" w:cs="Arial"/>
        </w:rPr>
        <w:sectPr w:rsidR="009D6DBB" w:rsidSect="009D6DB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9D6DBB" w:rsidRPr="00A34F2C" w:rsidRDefault="009D6DBB" w:rsidP="00E05DD5">
      <w:pPr>
        <w:jc w:val="center"/>
        <w:rPr>
          <w:rFonts w:ascii="Arial" w:hAnsi="Arial" w:cs="Arial"/>
        </w:rPr>
      </w:pPr>
    </w:p>
    <w:sectPr w:rsidR="009D6DBB" w:rsidRPr="00A34F2C" w:rsidSect="009D6DB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427" w:rsidRDefault="00F26427">
      <w:r>
        <w:separator/>
      </w:r>
    </w:p>
  </w:endnote>
  <w:endnote w:type="continuationSeparator" w:id="0">
    <w:p w:rsidR="00F26427" w:rsidRDefault="00F2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DBB" w:rsidRPr="00144FFF" w:rsidRDefault="009D6DBB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DBB" w:rsidRPr="00150EE2" w:rsidRDefault="009D6DB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427" w:rsidRDefault="00F26427">
      <w:r>
        <w:separator/>
      </w:r>
    </w:p>
  </w:footnote>
  <w:footnote w:type="continuationSeparator" w:id="0">
    <w:p w:rsidR="00F26427" w:rsidRDefault="00F26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DBB" w:rsidRDefault="009D6DBB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9D6DBB" w:rsidRPr="00317C1A" w:rsidRDefault="009D6DB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DBB" w:rsidRPr="00EB04D6" w:rsidRDefault="009D6DB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9D6DBB" w:rsidRPr="00EB04D6" w:rsidRDefault="009D6DB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DBB" w:rsidRPr="00F73DA3" w:rsidRDefault="009D6DB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9D6DBB" w:rsidRPr="00F73DA3" w:rsidRDefault="009D6DB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9D6DBB" w:rsidRPr="00F73DA3" w:rsidRDefault="009D6DB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9D6DBB" w:rsidRPr="00F73DA3" w:rsidRDefault="009D6DB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6DBB" w:rsidRDefault="009D6D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DBB" w:rsidRDefault="009D6DB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DBB" w:rsidRPr="00EB04D6" w:rsidRDefault="009D6DB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9D6DBB" w:rsidRPr="00EB04D6" w:rsidRDefault="009D6DB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DBB" w:rsidRPr="00F73DA3" w:rsidRDefault="009D6DB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9D6DBB" w:rsidRPr="00F73DA3" w:rsidRDefault="009D6DB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9D6DBB" w:rsidRPr="00F73DA3" w:rsidRDefault="009D6DB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9D6DBB" w:rsidRPr="00F73DA3" w:rsidRDefault="009D6DB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D6DBB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6427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D078A-8B8B-4890-8E39-FD1B705D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2018-08-13T13:31:00Z</dcterms:created>
  <dcterms:modified xsi:type="dcterms:W3CDTF">2018-08-13T13:31:00Z</dcterms:modified>
</cp:coreProperties>
</file>